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A75" w:rsidRDefault="00D52A75">
      <w:pPr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margin-left:-9pt;margin-top:-54pt;width:478.95pt;height:117.05pt;z-index:251658240;visibility:visible;mso-wrap-distance-left:0;mso-wrap-distance-right:0;mso-position-horizontal-relative:margin" filled="t">
            <v:imagedata r:id="rId7" o:title=""/>
            <w10:wrap type="square" side="largest" anchorx="margin"/>
          </v:shape>
        </w:pict>
      </w:r>
    </w:p>
    <w:p w:rsidR="00D52A75" w:rsidRDefault="00D52A75">
      <w:pPr>
        <w:rPr>
          <w:b/>
          <w:sz w:val="32"/>
          <w:szCs w:val="32"/>
        </w:rPr>
      </w:pPr>
    </w:p>
    <w:p w:rsidR="00D52A75" w:rsidRDefault="00D52A75" w:rsidP="000B5F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  SMLOUVA</w:t>
      </w:r>
    </w:p>
    <w:p w:rsidR="00D52A75" w:rsidRDefault="00D52A75" w:rsidP="000B5F59">
      <w:pPr>
        <w:jc w:val="center"/>
        <w:rPr>
          <w:b/>
          <w:sz w:val="32"/>
          <w:szCs w:val="32"/>
        </w:rPr>
      </w:pPr>
    </w:p>
    <w:p w:rsidR="00D52A75" w:rsidRDefault="00D52A75" w:rsidP="000B5F59">
      <w:pPr>
        <w:rPr>
          <w:b/>
        </w:rPr>
      </w:pPr>
    </w:p>
    <w:p w:rsidR="00D52A75" w:rsidRDefault="00D52A75" w:rsidP="000B5F59">
      <w:pPr>
        <w:rPr>
          <w:b/>
        </w:rPr>
      </w:pPr>
      <w:r>
        <w:rPr>
          <w:b/>
        </w:rPr>
        <w:t xml:space="preserve">Střední škola živnostenská Sokolov, příspěvková organizace </w:t>
      </w:r>
    </w:p>
    <w:p w:rsidR="00D52A75" w:rsidRDefault="00D52A75" w:rsidP="000B5F59">
      <w:r>
        <w:t>Se sídlem:                 Žákovská 716/1 , 356 01  Sokolov</w:t>
      </w:r>
    </w:p>
    <w:p w:rsidR="00D52A75" w:rsidRDefault="00D52A75" w:rsidP="000B5F59">
      <w:r>
        <w:t>IČ:                             750 59 151</w:t>
      </w:r>
    </w:p>
    <w:p w:rsidR="00D52A75" w:rsidRDefault="00D52A75" w:rsidP="000B5F59">
      <w:r>
        <w:t>DIČ:                          nejsme plátci DPH</w:t>
      </w:r>
    </w:p>
    <w:p w:rsidR="00D52A75" w:rsidRDefault="00D52A75" w:rsidP="000B5F59">
      <w:r>
        <w:t>Bankovní spojení:     Komerční banka, a.s. Na Příkopě 969/33, 114 07  Praha 1</w:t>
      </w:r>
    </w:p>
    <w:p w:rsidR="00D52A75" w:rsidRDefault="00D52A75" w:rsidP="000B5F59">
      <w:r>
        <w:t xml:space="preserve">Číslo účtu: </w:t>
      </w:r>
      <w:r>
        <w:tab/>
        <w:t xml:space="preserve">           43-6533570257/0100                </w:t>
      </w:r>
    </w:p>
    <w:p w:rsidR="00D52A75" w:rsidRDefault="00D52A75" w:rsidP="000B5F59">
      <w:r>
        <w:t>Zastoupená:               Mgr. Ilonou Medunovou – ředitelkou</w:t>
      </w:r>
    </w:p>
    <w:p w:rsidR="00D52A75" w:rsidRDefault="00D52A75" w:rsidP="000B5F59">
      <w:r>
        <w:t>Tel:                            352 622 765, 775 751 158</w:t>
      </w:r>
    </w:p>
    <w:p w:rsidR="00D52A75" w:rsidRDefault="00D52A75" w:rsidP="000B5F59">
      <w:r>
        <w:t xml:space="preserve">e-mail:                       </w:t>
      </w:r>
      <w:hyperlink r:id="rId8" w:history="1">
        <w:r w:rsidRPr="006919D8">
          <w:rPr>
            <w:rStyle w:val="Hyperlink"/>
          </w:rPr>
          <w:t>skola@zivnostenska-sokolov.cz</w:t>
        </w:r>
      </w:hyperlink>
    </w:p>
    <w:p w:rsidR="00D52A75" w:rsidRDefault="00D52A75" w:rsidP="000B5F59"/>
    <w:p w:rsidR="00D52A75" w:rsidRDefault="00D52A75" w:rsidP="000B5F59"/>
    <w:p w:rsidR="00D52A75" w:rsidRDefault="00D52A75" w:rsidP="000B5F59">
      <w:pPr>
        <w:rPr>
          <w:i/>
        </w:rPr>
      </w:pPr>
      <w:r>
        <w:rPr>
          <w:i/>
        </w:rPr>
        <w:t>na jedné straně jako kupující (dále jen „kupující“)</w:t>
      </w:r>
    </w:p>
    <w:p w:rsidR="00D52A75" w:rsidRDefault="00D52A75" w:rsidP="000B5F59">
      <w:pPr>
        <w:rPr>
          <w:i/>
        </w:rPr>
      </w:pPr>
    </w:p>
    <w:p w:rsidR="00D52A75" w:rsidRPr="002474D9" w:rsidRDefault="00D52A75" w:rsidP="000B5F59">
      <w:pPr>
        <w:rPr>
          <w:b/>
        </w:rPr>
      </w:pPr>
      <w:r>
        <w:rPr>
          <w:b/>
        </w:rPr>
        <w:t>Název dodavatele:</w:t>
      </w:r>
    </w:p>
    <w:p w:rsidR="00D52A75" w:rsidRDefault="00D52A75" w:rsidP="000B5F59">
      <w:r>
        <w:t xml:space="preserve">Se sídlem:                 </w:t>
      </w:r>
    </w:p>
    <w:p w:rsidR="00D52A75" w:rsidRDefault="00D52A75" w:rsidP="000B5F59">
      <w:r>
        <w:t xml:space="preserve">IČ:                             </w:t>
      </w:r>
    </w:p>
    <w:p w:rsidR="00D52A75" w:rsidRDefault="00D52A75" w:rsidP="000B5F59">
      <w:r>
        <w:t xml:space="preserve">DIČ:                          </w:t>
      </w:r>
    </w:p>
    <w:p w:rsidR="00D52A75" w:rsidRDefault="00D52A75" w:rsidP="000B5F59">
      <w:r>
        <w:t xml:space="preserve">Bankovní spojení:     </w:t>
      </w:r>
    </w:p>
    <w:p w:rsidR="00D52A75" w:rsidRDefault="00D52A75" w:rsidP="000B5F59">
      <w:r>
        <w:t xml:space="preserve">Číslo účtu:                </w:t>
      </w:r>
    </w:p>
    <w:p w:rsidR="00D52A75" w:rsidRDefault="00D52A75" w:rsidP="000B5F59">
      <w:r>
        <w:t xml:space="preserve">Zastoupená:              </w:t>
      </w:r>
    </w:p>
    <w:p w:rsidR="00D52A75" w:rsidRDefault="00D52A75" w:rsidP="000B5F59">
      <w:r>
        <w:t xml:space="preserve">Tel:                           </w:t>
      </w:r>
    </w:p>
    <w:p w:rsidR="00D52A75" w:rsidRDefault="00D52A75" w:rsidP="000B5F59">
      <w:r>
        <w:t xml:space="preserve">e-mail:                      </w:t>
      </w:r>
    </w:p>
    <w:p w:rsidR="00D52A75" w:rsidRDefault="00D52A75" w:rsidP="000B5F59"/>
    <w:p w:rsidR="00D52A75" w:rsidRDefault="00D52A75" w:rsidP="000B5F59">
      <w:r>
        <w:t>zapsaná  v obchodním rejstříku, vedeného….</w:t>
      </w:r>
    </w:p>
    <w:p w:rsidR="00D52A75" w:rsidRDefault="00D52A75" w:rsidP="000B5F59"/>
    <w:p w:rsidR="00D52A75" w:rsidRDefault="00D52A75" w:rsidP="000B5F59">
      <w:pPr>
        <w:rPr>
          <w:i/>
        </w:rPr>
      </w:pPr>
      <w:r>
        <w:rPr>
          <w:i/>
        </w:rPr>
        <w:t>na straně druhé jako prodávající (dále jen „prodávající“)</w:t>
      </w:r>
    </w:p>
    <w:p w:rsidR="00D52A75" w:rsidRDefault="00D52A75" w:rsidP="000B5F59">
      <w:pPr>
        <w:rPr>
          <w:i/>
        </w:rPr>
      </w:pPr>
    </w:p>
    <w:p w:rsidR="00D52A75" w:rsidRDefault="00D52A75" w:rsidP="000B5F59">
      <w:r>
        <w:t>uzavírají ve smyslu zákona č. 513/91 Sb. obchodní zákoník, ve znění pozdějších předpisů tuto</w:t>
      </w:r>
    </w:p>
    <w:p w:rsidR="00D52A75" w:rsidRDefault="00D52A75" w:rsidP="000B5F59"/>
    <w:p w:rsidR="00D52A75" w:rsidRDefault="00D52A75" w:rsidP="000B5F59"/>
    <w:p w:rsidR="00D52A75" w:rsidRDefault="00D52A75" w:rsidP="000B5F59"/>
    <w:p w:rsidR="00D52A75" w:rsidRDefault="00D52A75" w:rsidP="00E064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   SMLOUVU</w:t>
      </w:r>
    </w:p>
    <w:p w:rsidR="00D52A75" w:rsidRDefault="00D52A75" w:rsidP="00E06419">
      <w:pPr>
        <w:jc w:val="center"/>
        <w:rPr>
          <w:b/>
          <w:sz w:val="32"/>
          <w:szCs w:val="32"/>
        </w:rPr>
      </w:pPr>
    </w:p>
    <w:p w:rsidR="00D52A75" w:rsidRDefault="00D52A75" w:rsidP="00E06419">
      <w:pPr>
        <w:jc w:val="center"/>
        <w:rPr>
          <w:b/>
        </w:rPr>
      </w:pPr>
      <w:r>
        <w:rPr>
          <w:b/>
        </w:rPr>
        <w:t>na dodávku na akci „ Nákup rovinné frézky protahovací“</w:t>
      </w:r>
    </w:p>
    <w:p w:rsidR="00D52A75" w:rsidRDefault="00D52A75" w:rsidP="00E06419">
      <w:pPr>
        <w:jc w:val="center"/>
        <w:rPr>
          <w:b/>
        </w:rPr>
      </w:pPr>
    </w:p>
    <w:p w:rsidR="00D52A75" w:rsidRDefault="00D52A75" w:rsidP="00E06419">
      <w:pPr>
        <w:jc w:val="center"/>
        <w:rPr>
          <w:b/>
        </w:rPr>
      </w:pPr>
    </w:p>
    <w:p w:rsidR="00D52A75" w:rsidRDefault="00D52A75" w:rsidP="00E06419">
      <w:pPr>
        <w:jc w:val="center"/>
        <w:rPr>
          <w:b/>
        </w:rPr>
      </w:pPr>
    </w:p>
    <w:p w:rsidR="00D52A75" w:rsidRDefault="00D52A75" w:rsidP="00E06419">
      <w:pPr>
        <w:jc w:val="center"/>
        <w:rPr>
          <w:b/>
        </w:rPr>
      </w:pPr>
    </w:p>
    <w:p w:rsidR="00D52A75" w:rsidRDefault="00D52A75" w:rsidP="00E06419">
      <w:pPr>
        <w:jc w:val="center"/>
        <w:rPr>
          <w:b/>
        </w:rPr>
      </w:pPr>
    </w:p>
    <w:p w:rsidR="00D52A75" w:rsidRDefault="00D52A75" w:rsidP="00B3572D">
      <w:pPr>
        <w:jc w:val="center"/>
        <w:rPr>
          <w:b/>
        </w:rPr>
      </w:pPr>
    </w:p>
    <w:p w:rsidR="00D52A75" w:rsidRDefault="00D52A75" w:rsidP="00B3572D">
      <w:pPr>
        <w:jc w:val="center"/>
        <w:rPr>
          <w:b/>
        </w:rPr>
      </w:pPr>
      <w:r>
        <w:rPr>
          <w:b/>
        </w:rPr>
        <w:t>I. Předmět plnění</w:t>
      </w:r>
    </w:p>
    <w:p w:rsidR="00D52A75" w:rsidRDefault="00D52A75" w:rsidP="00E06419">
      <w:pPr>
        <w:rPr>
          <w:b/>
        </w:rPr>
      </w:pPr>
    </w:p>
    <w:p w:rsidR="00D52A75" w:rsidRDefault="00D52A75" w:rsidP="008C02DB">
      <w:r>
        <w:t xml:space="preserve">1.    Předmětem plnění je dodávka  rovinné frézky protahovací  na základě výsledku veřejné </w:t>
      </w:r>
    </w:p>
    <w:p w:rsidR="00D52A75" w:rsidRDefault="00D52A75" w:rsidP="00B3572D">
      <w:r>
        <w:t xml:space="preserve">       zakázky s názvem  „Nákup rovinné frézky protahovací“. Tato veřejná zakázka  </w:t>
      </w:r>
    </w:p>
    <w:p w:rsidR="00D52A75" w:rsidRDefault="00D52A75" w:rsidP="00B3572D">
      <w:r>
        <w:t xml:space="preserve">       vychází z projektu „Podpora přírodovědného a technického vzdělávání v Karlovarském </w:t>
      </w:r>
    </w:p>
    <w:p w:rsidR="00D52A75" w:rsidRPr="002F256F" w:rsidRDefault="00D52A75" w:rsidP="00B3572D">
      <w:r>
        <w:t xml:space="preserve">       kraji“, reg. číslo projektu CZ.1.07/1.1.00/44.0004</w:t>
      </w:r>
    </w:p>
    <w:p w:rsidR="00D52A75" w:rsidRDefault="00D52A75" w:rsidP="00E06419">
      <w:pPr>
        <w:jc w:val="center"/>
        <w:rPr>
          <w:b/>
        </w:rPr>
      </w:pPr>
    </w:p>
    <w:p w:rsidR="00D52A75" w:rsidRDefault="00D52A75" w:rsidP="00E06419">
      <w:pPr>
        <w:jc w:val="center"/>
        <w:rPr>
          <w:b/>
        </w:rPr>
      </w:pPr>
    </w:p>
    <w:p w:rsidR="00D52A75" w:rsidRDefault="00D52A75" w:rsidP="00E06419">
      <w:pPr>
        <w:jc w:val="center"/>
        <w:rPr>
          <w:b/>
        </w:rPr>
      </w:pPr>
      <w:r>
        <w:rPr>
          <w:b/>
        </w:rPr>
        <w:t>II. Specifikace díla</w:t>
      </w:r>
    </w:p>
    <w:p w:rsidR="00D52A75" w:rsidRDefault="00D52A75" w:rsidP="00E06419">
      <w:pPr>
        <w:jc w:val="center"/>
        <w:rPr>
          <w:b/>
        </w:rPr>
      </w:pPr>
    </w:p>
    <w:p w:rsidR="00D52A75" w:rsidRPr="006B063A" w:rsidRDefault="00D52A75" w:rsidP="002474D9">
      <w:r>
        <w:t>2.1.   Podkladem pro uzavření smlouvy je nabídka prodávajícího ze dne ……………..</w:t>
      </w:r>
    </w:p>
    <w:p w:rsidR="00D52A75" w:rsidRDefault="00D52A75" w:rsidP="004315D8">
      <w:pPr>
        <w:ind w:left="360"/>
      </w:pPr>
      <w:r>
        <w:t xml:space="preserve">   Specifikace dodávky je přílohou této kupní smlouvy .</w:t>
      </w:r>
    </w:p>
    <w:p w:rsidR="00D52A75" w:rsidRDefault="00D52A75" w:rsidP="00AA2819">
      <w:r>
        <w:t xml:space="preserve">         </w:t>
      </w:r>
    </w:p>
    <w:p w:rsidR="00D52A75" w:rsidRDefault="00D52A75" w:rsidP="00AA2819"/>
    <w:p w:rsidR="00D52A75" w:rsidRDefault="00D52A75" w:rsidP="00AA2819">
      <w:r>
        <w:t>2. 2. Součástí plnění je dále zajištění všech činností souvisejících s dodávkou, zejména pak</w:t>
      </w:r>
    </w:p>
    <w:p w:rsidR="00D52A75" w:rsidRDefault="00D52A75" w:rsidP="00AA2819">
      <w:r>
        <w:t xml:space="preserve">        doprava, instalace, zaškolení, zkušební provoz.</w:t>
      </w:r>
    </w:p>
    <w:p w:rsidR="00D52A75" w:rsidRDefault="00D52A75" w:rsidP="00AA2819">
      <w:r>
        <w:t xml:space="preserve">        Prodávající se zavazuje kupujícímu dodat následující zboží a převést na něho vlastnické   </w:t>
      </w:r>
    </w:p>
    <w:p w:rsidR="00D52A75" w:rsidRDefault="00D52A75" w:rsidP="00076016">
      <w:r>
        <w:t xml:space="preserve">        právo k tomuto zboží, a kupující se zavazuje zaplatit kupní cenu.</w:t>
      </w:r>
    </w:p>
    <w:p w:rsidR="00D52A75" w:rsidRDefault="00D52A75" w:rsidP="00AA2819"/>
    <w:p w:rsidR="00D52A75" w:rsidRDefault="00D52A75" w:rsidP="00AA2819">
      <w:r>
        <w:t>Dílo bude realizováno v nejvyšší normové jakosti kvality v souladu s platnými ČSN a dle obecně závazných a doporučených předpisů a metodik.</w:t>
      </w:r>
    </w:p>
    <w:p w:rsidR="00D52A75" w:rsidRDefault="00D52A75" w:rsidP="00AA2819">
      <w:r>
        <w:t>Změny díla této smlouvy musí být specifikovány v písemném dodatku k této smlouvě a pro prodávajícího se stanou závaznými vždy ode dne účinnosti příslušného písemného dodatku smlouvy.</w:t>
      </w:r>
    </w:p>
    <w:p w:rsidR="00D52A75" w:rsidRDefault="00D52A75" w:rsidP="00AA2819"/>
    <w:p w:rsidR="00D52A75" w:rsidRDefault="00D52A75" w:rsidP="00D97639">
      <w:pPr>
        <w:jc w:val="center"/>
        <w:rPr>
          <w:b/>
        </w:rPr>
      </w:pPr>
    </w:p>
    <w:p w:rsidR="00D52A75" w:rsidRDefault="00D52A75" w:rsidP="00D97639">
      <w:pPr>
        <w:jc w:val="center"/>
        <w:rPr>
          <w:b/>
        </w:rPr>
      </w:pPr>
    </w:p>
    <w:p w:rsidR="00D52A75" w:rsidRPr="00D97639" w:rsidRDefault="00D52A75" w:rsidP="00D97639">
      <w:pPr>
        <w:jc w:val="center"/>
        <w:rPr>
          <w:b/>
        </w:rPr>
      </w:pPr>
      <w:r>
        <w:rPr>
          <w:b/>
        </w:rPr>
        <w:t>III. Doba a místo plnění díla</w:t>
      </w:r>
    </w:p>
    <w:p w:rsidR="00D52A75" w:rsidRDefault="00D52A75" w:rsidP="00D97639"/>
    <w:p w:rsidR="00D52A75" w:rsidRDefault="00D52A75" w:rsidP="005204F9">
      <w:r>
        <w:t xml:space="preserve">3.1. Smluvní strany se dohodly, že dílo bude dodáno jako celek, a to v následujících  </w:t>
      </w:r>
    </w:p>
    <w:p w:rsidR="00D52A75" w:rsidRPr="00AA2819" w:rsidRDefault="00D52A75" w:rsidP="00DA2CC5">
      <w:pPr>
        <w:ind w:left="360"/>
      </w:pPr>
      <w:r>
        <w:t>termínech:</w:t>
      </w:r>
    </w:p>
    <w:p w:rsidR="00D52A75" w:rsidRPr="007E08B5" w:rsidRDefault="00D52A75" w:rsidP="00E06419">
      <w:pPr>
        <w:rPr>
          <w:color w:val="FF0000"/>
        </w:rPr>
      </w:pPr>
    </w:p>
    <w:p w:rsidR="00D52A75" w:rsidRPr="006B063A" w:rsidRDefault="00D52A75" w:rsidP="00E06419">
      <w:r>
        <w:t>Předpoklad zahájení prací:                       ihned po podpisu smlouvy</w:t>
      </w:r>
    </w:p>
    <w:p w:rsidR="00D52A75" w:rsidRDefault="00D52A75" w:rsidP="00E06419">
      <w:r>
        <w:t xml:space="preserve">Termín ukončení prací:                            nejdéle do 10. prosince 2013                                            </w:t>
      </w:r>
    </w:p>
    <w:p w:rsidR="00D52A75" w:rsidRDefault="00D52A75" w:rsidP="00E06419"/>
    <w:p w:rsidR="00D52A75" w:rsidRDefault="00D52A75" w:rsidP="00E06419">
      <w:r>
        <w:t xml:space="preserve">Místem plnění je Střední škola živnostenská Sokolov, příspěvková organizace,  Žákovská 716/1, 356 01  Sokolov, OV truhlář  Kynšperk n. Ohří, Školní 764. </w:t>
      </w:r>
    </w:p>
    <w:p w:rsidR="00D52A75" w:rsidRDefault="00D52A75" w:rsidP="00E06419"/>
    <w:p w:rsidR="00D52A75" w:rsidRDefault="00D52A75" w:rsidP="00E06419"/>
    <w:p w:rsidR="00D52A75" w:rsidRDefault="00D52A75" w:rsidP="00E06419">
      <w:r>
        <w:t>Kompletním předáním díla se rozumí úplné dokončení předmětu plnění, včetně splnění všech dalších povinností prodávajícího stanovených touto smlouvou .</w:t>
      </w:r>
    </w:p>
    <w:p w:rsidR="00D52A75" w:rsidRDefault="00D52A75" w:rsidP="00E06419"/>
    <w:p w:rsidR="00D52A75" w:rsidRDefault="00D52A75" w:rsidP="004315D8">
      <w:pPr>
        <w:jc w:val="both"/>
      </w:pPr>
      <w:r>
        <w:t xml:space="preserve">3.2. Zdrží-li se provádění  díla v důsledku výlučně na straně kupujícího, má  prodávající právo </w:t>
      </w:r>
    </w:p>
    <w:p w:rsidR="00D52A75" w:rsidRDefault="00D52A75" w:rsidP="004315D8">
      <w:pPr>
        <w:jc w:val="both"/>
      </w:pPr>
      <w:r>
        <w:t xml:space="preserve">       na přiměřené prodloužení doby plnění díla, a to o dobu, o kterou bylo plnění díla  </w:t>
      </w:r>
    </w:p>
    <w:p w:rsidR="00D52A75" w:rsidRDefault="00D52A75" w:rsidP="004315D8">
      <w:pPr>
        <w:jc w:val="both"/>
      </w:pPr>
      <w:r>
        <w:t xml:space="preserve">       prodlouženo.</w:t>
      </w:r>
    </w:p>
    <w:p w:rsidR="00D52A75" w:rsidRDefault="00D52A75" w:rsidP="00E06419"/>
    <w:p w:rsidR="00D52A75" w:rsidRDefault="00D52A75" w:rsidP="00D97639">
      <w:pPr>
        <w:jc w:val="center"/>
        <w:rPr>
          <w:b/>
        </w:rPr>
      </w:pPr>
    </w:p>
    <w:p w:rsidR="00D52A75" w:rsidRDefault="00D52A75" w:rsidP="00D97639">
      <w:pPr>
        <w:jc w:val="center"/>
        <w:rPr>
          <w:b/>
        </w:rPr>
      </w:pPr>
    </w:p>
    <w:p w:rsidR="00D52A75" w:rsidRDefault="00D52A75" w:rsidP="00D97639">
      <w:pPr>
        <w:jc w:val="center"/>
        <w:rPr>
          <w:b/>
        </w:rPr>
      </w:pPr>
    </w:p>
    <w:p w:rsidR="00D52A75" w:rsidRDefault="00D52A75" w:rsidP="00D97639">
      <w:pPr>
        <w:jc w:val="center"/>
        <w:rPr>
          <w:b/>
        </w:rPr>
      </w:pPr>
    </w:p>
    <w:p w:rsidR="00D52A75" w:rsidRPr="00D97639" w:rsidRDefault="00D52A75" w:rsidP="00D97639">
      <w:pPr>
        <w:jc w:val="center"/>
        <w:rPr>
          <w:b/>
        </w:rPr>
      </w:pPr>
      <w:r>
        <w:rPr>
          <w:b/>
        </w:rPr>
        <w:t>IV. Cena za provedení díla</w:t>
      </w:r>
    </w:p>
    <w:p w:rsidR="00D52A75" w:rsidRDefault="00D52A75" w:rsidP="00D97639"/>
    <w:p w:rsidR="00D52A75" w:rsidRDefault="00D52A75" w:rsidP="005204F9">
      <w:r>
        <w:t>4. 1. Smluvní strany se dohodly na ceně nejvýše přípustné za  provedení  díla</w:t>
      </w:r>
    </w:p>
    <w:p w:rsidR="00D52A75" w:rsidRDefault="00D52A75" w:rsidP="00D97639">
      <w:r>
        <w:t xml:space="preserve">        ve výši:</w:t>
      </w:r>
    </w:p>
    <w:p w:rsidR="00D52A75" w:rsidRDefault="00D52A75" w:rsidP="00D97639"/>
    <w:p w:rsidR="00D52A75" w:rsidRDefault="00D52A75" w:rsidP="00433C3B"/>
    <w:p w:rsidR="00D52A75" w:rsidRDefault="00D52A75" w:rsidP="004D6A89">
      <w:r>
        <w:t xml:space="preserve">      Cena bez DPH…………………………………………………. </w:t>
      </w:r>
    </w:p>
    <w:p w:rsidR="00D52A75" w:rsidRDefault="00D52A75" w:rsidP="004D6A89">
      <w:r>
        <w:t xml:space="preserve">      DPH.………………………………………………………… ..</w:t>
      </w:r>
    </w:p>
    <w:p w:rsidR="00D52A75" w:rsidRDefault="00D52A75" w:rsidP="004D6A89">
      <w:pPr>
        <w:rPr>
          <w:b/>
        </w:rPr>
      </w:pPr>
      <w:r>
        <w:rPr>
          <w:b/>
        </w:rPr>
        <w:t xml:space="preserve">      </w:t>
      </w:r>
      <w:r w:rsidRPr="00D97639">
        <w:rPr>
          <w:b/>
        </w:rPr>
        <w:t xml:space="preserve">Celková cena včetně </w:t>
      </w:r>
      <w:r>
        <w:rPr>
          <w:b/>
        </w:rPr>
        <w:t>DPH  …………………………………..</w:t>
      </w:r>
    </w:p>
    <w:p w:rsidR="00D52A75" w:rsidRDefault="00D52A75" w:rsidP="004D6A89">
      <w:pPr>
        <w:rPr>
          <w:b/>
        </w:rPr>
      </w:pPr>
    </w:p>
    <w:p w:rsidR="00D52A75" w:rsidRDefault="00D52A75" w:rsidP="004D6A89">
      <w:pPr>
        <w:jc w:val="both"/>
      </w:pPr>
      <w:r>
        <w:t xml:space="preserve">4. 2. V ceně za provedení díla jsou zahrnuty veškeré náklady prodávajícího, které při plnění </w:t>
      </w:r>
    </w:p>
    <w:p w:rsidR="00D52A75" w:rsidRDefault="00D52A75" w:rsidP="004D6A89">
      <w:pPr>
        <w:jc w:val="both"/>
      </w:pPr>
      <w:r>
        <w:t xml:space="preserve">        svého závazku dle této smlouvy vynaloží (zejména náklady za  dopravu,instalaci,  </w:t>
      </w:r>
    </w:p>
    <w:p w:rsidR="00D52A75" w:rsidRDefault="00D52A75" w:rsidP="004D6A89">
      <w:pPr>
        <w:jc w:val="both"/>
      </w:pPr>
      <w:r>
        <w:t xml:space="preserve">        zaškolení ,zkušební provoz ), včetně započtení rezerv, zisku a finančních vlivů na úhradu </w:t>
      </w:r>
    </w:p>
    <w:p w:rsidR="00D52A75" w:rsidRDefault="00D52A75" w:rsidP="004D6A89">
      <w:pPr>
        <w:jc w:val="both"/>
      </w:pPr>
      <w:r>
        <w:t xml:space="preserve">       (např .  inflace).</w:t>
      </w:r>
    </w:p>
    <w:p w:rsidR="00D52A75" w:rsidRDefault="00D52A75" w:rsidP="004D6A89">
      <w:pPr>
        <w:jc w:val="both"/>
      </w:pPr>
      <w:r>
        <w:t xml:space="preserve">       </w:t>
      </w:r>
    </w:p>
    <w:p w:rsidR="00D52A75" w:rsidRDefault="00D52A75" w:rsidP="004D6A89">
      <w:pPr>
        <w:jc w:val="both"/>
      </w:pPr>
      <w:r>
        <w:t>Cena za provedení díla nebude po dobu do ukončení díla předmětem zvýšení, pokud tato smlouva nestanoví jinak. Prodávající prohlašuje, že všechny technické, finanční, věcné a ostatní podmínky díla  zahrnul do kalkulace Ceny díla.</w:t>
      </w:r>
    </w:p>
    <w:p w:rsidR="00D52A75" w:rsidRDefault="00D52A75" w:rsidP="004D6A89">
      <w:pPr>
        <w:jc w:val="both"/>
      </w:pPr>
    </w:p>
    <w:p w:rsidR="00D52A75" w:rsidRDefault="00D52A75" w:rsidP="00862F2F">
      <w:r>
        <w:t xml:space="preserve">4. 3. Kupujícímu nebudou na cenu  díla poskytovány jakákoliv plnění před zahájením        </w:t>
      </w:r>
    </w:p>
    <w:p w:rsidR="00D52A75" w:rsidRDefault="00D52A75" w:rsidP="00862F2F">
      <w:r>
        <w:t xml:space="preserve">        prováděním díla. Obě smluvní strany se vzájemně dohodly, že Cena za plnění díla bude </w:t>
      </w:r>
    </w:p>
    <w:p w:rsidR="00D52A75" w:rsidRDefault="00D52A75" w:rsidP="00862F2F">
      <w:r>
        <w:t xml:space="preserve">        hrazena jednou fakturou vystavenou na základě předávacího protokolu potvrzeného   </w:t>
      </w:r>
    </w:p>
    <w:p w:rsidR="00D52A75" w:rsidRDefault="00D52A75" w:rsidP="00862F2F">
      <w:r>
        <w:t xml:space="preserve">        oběma smluvními stranami. Faktura bude obsahovat náležitosti daňového dokladu </w:t>
      </w:r>
    </w:p>
    <w:p w:rsidR="00D52A75" w:rsidRDefault="00D52A75" w:rsidP="00862F2F">
      <w:r>
        <w:t xml:space="preserve">        stanovené zákonem č. 235/2004 Sb. o dani z přidané hodnoty, ve znění pozdějších </w:t>
      </w:r>
    </w:p>
    <w:p w:rsidR="00D52A75" w:rsidRDefault="00D52A75" w:rsidP="00862F2F">
      <w:r>
        <w:t xml:space="preserve">        předpisů a zákonem č. 563/1991 Sb. – o účetnictví, ve znění pozdějších předpisů.</w:t>
      </w:r>
    </w:p>
    <w:p w:rsidR="00D52A75" w:rsidRDefault="00D52A75" w:rsidP="00862F2F">
      <w:r>
        <w:t xml:space="preserve">        V případě, že faktura nebude obsahovat správné údaje či nebude úplná, je kupující   </w:t>
      </w:r>
    </w:p>
    <w:p w:rsidR="00D52A75" w:rsidRDefault="00D52A75" w:rsidP="00862F2F">
      <w:r>
        <w:t xml:space="preserve">        povinen takovou fakturu opravit, aby splňovala podmínky stanovené v tomto odstavci </w:t>
      </w:r>
    </w:p>
    <w:p w:rsidR="00D52A75" w:rsidRDefault="00D52A75" w:rsidP="00862F2F">
      <w:r>
        <w:t xml:space="preserve">        tohoto článku této smlouvy.</w:t>
      </w:r>
    </w:p>
    <w:p w:rsidR="00D52A75" w:rsidRDefault="00D52A75" w:rsidP="00862F2F">
      <w:r>
        <w:t xml:space="preserve">        Faktura bude mít splatnost 21 kalendářních dní  ode dne jejího řádného předání   </w:t>
      </w:r>
    </w:p>
    <w:p w:rsidR="00D52A75" w:rsidRDefault="00D52A75" w:rsidP="00862F2F">
      <w:r>
        <w:t xml:space="preserve">        kupujícímu.</w:t>
      </w:r>
    </w:p>
    <w:p w:rsidR="00D52A75" w:rsidRDefault="00D52A75" w:rsidP="00D97639"/>
    <w:p w:rsidR="00D52A75" w:rsidRDefault="00D52A75" w:rsidP="00433C3B">
      <w:pPr>
        <w:rPr>
          <w:b/>
        </w:rPr>
      </w:pPr>
    </w:p>
    <w:p w:rsidR="00D52A75" w:rsidRDefault="00D52A75" w:rsidP="00433C3B">
      <w:pPr>
        <w:jc w:val="center"/>
        <w:rPr>
          <w:b/>
        </w:rPr>
      </w:pPr>
      <w:r>
        <w:rPr>
          <w:b/>
        </w:rPr>
        <w:t>V. Nabytí vlastnického práva a předání zboží</w:t>
      </w:r>
    </w:p>
    <w:p w:rsidR="00D52A75" w:rsidRDefault="00D52A75" w:rsidP="00DA2CC5"/>
    <w:p w:rsidR="00D52A75" w:rsidRDefault="00D52A75" w:rsidP="004D6A89">
      <w:pPr>
        <w:jc w:val="both"/>
      </w:pPr>
      <w:r>
        <w:t>Kupující nabývá vlastnická práva k dodanému zboží, jakmile je mu dodané zboží protokolárně předáno a po odstranění vad a nedodělků prodávajícím (potvrzení předávacího protokolu) , je uhrazena kupní cena zboží a připsána na účet prodávajícího.</w:t>
      </w:r>
    </w:p>
    <w:p w:rsidR="00D52A75" w:rsidRDefault="00D52A75" w:rsidP="00DA2CC5"/>
    <w:p w:rsidR="00D52A75" w:rsidRDefault="00D52A75" w:rsidP="00DA2CC5"/>
    <w:p w:rsidR="00D52A75" w:rsidRDefault="00D52A75" w:rsidP="00DA2CC5">
      <w:pPr>
        <w:jc w:val="center"/>
        <w:rPr>
          <w:b/>
        </w:rPr>
      </w:pPr>
    </w:p>
    <w:p w:rsidR="00D52A75" w:rsidRDefault="00D52A75" w:rsidP="00DA2CC5">
      <w:pPr>
        <w:jc w:val="center"/>
        <w:rPr>
          <w:b/>
        </w:rPr>
      </w:pPr>
      <w:r>
        <w:rPr>
          <w:b/>
        </w:rPr>
        <w:t xml:space="preserve">VI. Předání a převzetí díla </w:t>
      </w:r>
    </w:p>
    <w:p w:rsidR="00D52A75" w:rsidRDefault="00D52A75" w:rsidP="004D6A89">
      <w:pPr>
        <w:tabs>
          <w:tab w:val="left" w:pos="2760"/>
        </w:tabs>
        <w:jc w:val="both"/>
      </w:pPr>
      <w:r>
        <w:tab/>
      </w:r>
    </w:p>
    <w:p w:rsidR="00D52A75" w:rsidRDefault="00D52A75" w:rsidP="004D6A89">
      <w:pPr>
        <w:jc w:val="both"/>
      </w:pPr>
      <w:r>
        <w:t xml:space="preserve">6. 1. Prodávající se zavazuje řádně protokolárně předat dílo kupujícímu nejpozději do termínu   </w:t>
      </w:r>
    </w:p>
    <w:p w:rsidR="00D52A75" w:rsidRDefault="00D52A75" w:rsidP="004D6A89">
      <w:pPr>
        <w:jc w:val="both"/>
      </w:pPr>
      <w:r>
        <w:t xml:space="preserve">        dle čl. III. této smlouvy.</w:t>
      </w:r>
    </w:p>
    <w:p w:rsidR="00D52A75" w:rsidRDefault="00D52A75" w:rsidP="004D6A89">
      <w:pPr>
        <w:jc w:val="both"/>
      </w:pPr>
    </w:p>
    <w:p w:rsidR="00D52A75" w:rsidRDefault="00D52A75" w:rsidP="004D6A89">
      <w:pPr>
        <w:jc w:val="both"/>
      </w:pPr>
      <w:r>
        <w:t xml:space="preserve">6. 2. K předání díla prodávajícím dojde na základě předávacího protokolu. Vypracování </w:t>
      </w:r>
    </w:p>
    <w:p w:rsidR="00D52A75" w:rsidRDefault="00D52A75" w:rsidP="004D6A89">
      <w:pPr>
        <w:jc w:val="both"/>
      </w:pPr>
      <w:r>
        <w:t xml:space="preserve">        protokolu zajistí prodávající. Předávací protokol bude vyhotoven ve dvou stejnopisech, </w:t>
      </w:r>
    </w:p>
    <w:p w:rsidR="00D52A75" w:rsidRDefault="00D52A75" w:rsidP="004D6A89">
      <w:pPr>
        <w:jc w:val="both"/>
      </w:pPr>
      <w:r>
        <w:t xml:space="preserve">        z nichž jeden obdrží kupující a jeden prodávající.</w:t>
      </w:r>
    </w:p>
    <w:p w:rsidR="00D52A75" w:rsidRDefault="00D52A75" w:rsidP="004D6A89">
      <w:pPr>
        <w:jc w:val="both"/>
      </w:pPr>
    </w:p>
    <w:p w:rsidR="00D52A75" w:rsidRDefault="00D52A75" w:rsidP="00DA2CC5">
      <w:r>
        <w:t xml:space="preserve">6. 3. V případě zjištění vad bude toto uvedeno v předávacím protokole. Prodávající je </w:t>
      </w:r>
    </w:p>
    <w:p w:rsidR="00D52A75" w:rsidRDefault="00D52A75" w:rsidP="00DA2CC5">
      <w:r>
        <w:t xml:space="preserve">        povinen vady odstranit v přiměřené lhůtě. Náklady na odstranění vad nese prodávající.</w:t>
      </w:r>
    </w:p>
    <w:p w:rsidR="00D52A75" w:rsidRDefault="00D52A75" w:rsidP="00DA2CC5"/>
    <w:p w:rsidR="00D52A75" w:rsidRDefault="00D52A75" w:rsidP="00DA2CC5">
      <w:pPr>
        <w:jc w:val="center"/>
        <w:rPr>
          <w:b/>
        </w:rPr>
      </w:pPr>
    </w:p>
    <w:p w:rsidR="00D52A75" w:rsidRDefault="00D52A75" w:rsidP="00DA2CC5">
      <w:pPr>
        <w:jc w:val="center"/>
      </w:pPr>
      <w:r>
        <w:rPr>
          <w:b/>
        </w:rPr>
        <w:t>VII. Záruka na jakost</w:t>
      </w:r>
    </w:p>
    <w:p w:rsidR="00D52A75" w:rsidRDefault="00D52A75" w:rsidP="00DA2CC5">
      <w:pPr>
        <w:jc w:val="center"/>
      </w:pPr>
    </w:p>
    <w:p w:rsidR="00D52A75" w:rsidRDefault="00D52A75" w:rsidP="00DA2CC5">
      <w:r>
        <w:t>7. 1. Prodávající poskytuje kupujícímu záruku v délce  minimálně 24 měsíců.</w:t>
      </w:r>
    </w:p>
    <w:p w:rsidR="00D52A75" w:rsidRDefault="00D52A75" w:rsidP="00061206"/>
    <w:p w:rsidR="00D52A75" w:rsidRDefault="00D52A75" w:rsidP="00061206">
      <w:r>
        <w:t>7. 2. Kupujícímu bude poskytován bezplatný záruční servis a odstranění vad na kupujícím</w:t>
      </w:r>
    </w:p>
    <w:p w:rsidR="00D52A75" w:rsidRDefault="00D52A75" w:rsidP="00061206">
      <w:r>
        <w:t xml:space="preserve">        reklamované vady díla po celou dobu záruční doby dle této smlouvy.</w:t>
      </w:r>
    </w:p>
    <w:p w:rsidR="00D52A75" w:rsidRDefault="00D52A75" w:rsidP="00061206"/>
    <w:p w:rsidR="00D52A75" w:rsidRDefault="00D52A75" w:rsidP="004D6A89">
      <w:pPr>
        <w:jc w:val="both"/>
      </w:pPr>
      <w:r>
        <w:t xml:space="preserve">7. 3. Kupující je oprávněn reklamovat v záruční době vady díla u prodávajícího, a to   </w:t>
      </w:r>
    </w:p>
    <w:p w:rsidR="00D52A75" w:rsidRDefault="00D52A75" w:rsidP="004D6A89">
      <w:pPr>
        <w:jc w:val="both"/>
      </w:pPr>
      <w:r>
        <w:t xml:space="preserve">        písemnou formou </w:t>
      </w:r>
    </w:p>
    <w:p w:rsidR="00D52A75" w:rsidRDefault="00D52A75" w:rsidP="00061206"/>
    <w:p w:rsidR="00D52A75" w:rsidRDefault="00D52A75" w:rsidP="00061206">
      <w:r>
        <w:t>7. 4. Prodávající se zavazuje nastoupit na servis nejpozději do 3 dnů  od okamžiku oznámení</w:t>
      </w:r>
    </w:p>
    <w:p w:rsidR="00D52A75" w:rsidRDefault="00D52A75" w:rsidP="00061206">
      <w:r>
        <w:t xml:space="preserve">        vady díla. Lhůta 3 dny  se prodlužuje o soboty, neděle a svátky.</w:t>
      </w:r>
    </w:p>
    <w:p w:rsidR="00D52A75" w:rsidRDefault="00D52A75" w:rsidP="00061206"/>
    <w:p w:rsidR="00D52A75" w:rsidRDefault="00D52A75" w:rsidP="00061206">
      <w:r>
        <w:t xml:space="preserve">7. 5. O reklamačním řízení budou kupujícím pořizovány písemné zápisy ve dvojím </w:t>
      </w:r>
    </w:p>
    <w:p w:rsidR="00D52A75" w:rsidRDefault="00D52A75" w:rsidP="00061206">
      <w:r>
        <w:t xml:space="preserve">        vyhotovení, z nichž jeden stejnopis obdrží každá smluvní strana.</w:t>
      </w:r>
    </w:p>
    <w:p w:rsidR="00D52A75" w:rsidRDefault="00D52A75" w:rsidP="00061206"/>
    <w:p w:rsidR="00D52A75" w:rsidRDefault="00D52A75" w:rsidP="00817AB8">
      <w:pPr>
        <w:rPr>
          <w:b/>
        </w:rPr>
      </w:pPr>
    </w:p>
    <w:p w:rsidR="00D52A75" w:rsidRDefault="00D52A75" w:rsidP="00817AB8">
      <w:pPr>
        <w:jc w:val="center"/>
        <w:rPr>
          <w:b/>
        </w:rPr>
      </w:pPr>
      <w:r w:rsidRPr="00061206">
        <w:rPr>
          <w:b/>
        </w:rPr>
        <w:t>VII</w:t>
      </w:r>
      <w:r>
        <w:rPr>
          <w:b/>
        </w:rPr>
        <w:t>I</w:t>
      </w:r>
      <w:r w:rsidRPr="00061206">
        <w:rPr>
          <w:b/>
        </w:rPr>
        <w:t>. Smluvní pokuta a úrok z</w:t>
      </w:r>
      <w:r>
        <w:rPr>
          <w:b/>
        </w:rPr>
        <w:t> </w:t>
      </w:r>
      <w:r w:rsidRPr="00061206">
        <w:rPr>
          <w:b/>
        </w:rPr>
        <w:t>prodlení</w:t>
      </w:r>
    </w:p>
    <w:p w:rsidR="00D52A75" w:rsidRDefault="00D52A75" w:rsidP="00061206">
      <w:pPr>
        <w:jc w:val="center"/>
        <w:rPr>
          <w:b/>
        </w:rPr>
      </w:pPr>
    </w:p>
    <w:p w:rsidR="00D52A75" w:rsidRDefault="00D52A75" w:rsidP="00061206">
      <w:r>
        <w:t xml:space="preserve">8. 1. V případě prodlení prodávajícího s plněním díla dle této  smlouvy, dále porušení  </w:t>
      </w:r>
    </w:p>
    <w:p w:rsidR="00D52A75" w:rsidRDefault="00D52A75" w:rsidP="00061206">
      <w:r>
        <w:t xml:space="preserve">        povinností k zajištění součinnosti smluvních stran prodávajícím, nesplnění povinnosti </w:t>
      </w:r>
    </w:p>
    <w:p w:rsidR="00D52A75" w:rsidRDefault="00D52A75" w:rsidP="00061206">
      <w:r>
        <w:t xml:space="preserve">        prodávajícího zahájit odstraňování reklamovaných vad díla v dohodnutých termínech, je </w:t>
      </w:r>
    </w:p>
    <w:p w:rsidR="00D52A75" w:rsidRDefault="00D52A75" w:rsidP="00061206">
      <w:r>
        <w:t xml:space="preserve">        kupující oprávněn uplatnit vůči prodávajícímu smluvní pokutu ve výši 0,5 % (slovy: půl    </w:t>
      </w:r>
    </w:p>
    <w:p w:rsidR="00D52A75" w:rsidRDefault="00D52A75" w:rsidP="00061206">
      <w:r>
        <w:t xml:space="preserve">        procenta) z ceny díla s DPH, a to za  každý den prodlení. Dále za nedodržení termínu  </w:t>
      </w:r>
    </w:p>
    <w:p w:rsidR="00D52A75" w:rsidRDefault="00D52A75" w:rsidP="00061206">
      <w:r>
        <w:t xml:space="preserve">       dokončení díla je oprávněn kupující za první den nedodržení termínu uplatnit vůči  </w:t>
      </w:r>
    </w:p>
    <w:p w:rsidR="00D52A75" w:rsidRDefault="00D52A75" w:rsidP="00061206">
      <w:r>
        <w:t xml:space="preserve">        prodávajícímu jednorázovou smluvní pokutu ve výši 1 % (slovy: jedno procento) z ceny  </w:t>
      </w:r>
    </w:p>
    <w:p w:rsidR="00D52A75" w:rsidRDefault="00D52A75" w:rsidP="00061206">
      <w:r>
        <w:t xml:space="preserve">        díla včetně  DPH.</w:t>
      </w:r>
    </w:p>
    <w:p w:rsidR="00D52A75" w:rsidRDefault="00D52A75" w:rsidP="00061206"/>
    <w:p w:rsidR="00D52A75" w:rsidRDefault="00D52A75" w:rsidP="00061206">
      <w:r>
        <w:t>8. 2. V případě, že nebudou kupujícím dodrženy smlouvou stanovené a dále uvedené</w:t>
      </w:r>
    </w:p>
    <w:p w:rsidR="00D52A75" w:rsidRDefault="00D52A75" w:rsidP="00061206">
      <w:r>
        <w:t xml:space="preserve">        podmínky úhrady za provádění díla, je prodávající oprávněn uplatnit smluvní pokutu ve </w:t>
      </w:r>
    </w:p>
    <w:p w:rsidR="00D52A75" w:rsidRDefault="00D52A75" w:rsidP="00061206">
      <w:r>
        <w:t xml:space="preserve">        výši 0,5 % (slovy: půl procenta) z dlužné částky, a to za každý den prodlení.</w:t>
      </w:r>
    </w:p>
    <w:p w:rsidR="00D52A75" w:rsidRDefault="00D52A75" w:rsidP="00061206"/>
    <w:p w:rsidR="00D52A75" w:rsidRDefault="00D52A75" w:rsidP="00061206">
      <w:r>
        <w:t>8. 3. V případě prodlení kterékoliv ze smluvních stran s úhradou jakéhokoliv peněžitého</w:t>
      </w:r>
    </w:p>
    <w:p w:rsidR="00D52A75" w:rsidRDefault="00D52A75" w:rsidP="00061206">
      <w:r>
        <w:t xml:space="preserve">         závazku dle této smlouvy, je stanoven úrok z prodlení ve výši 0,5 % (slovy: půl </w:t>
      </w:r>
    </w:p>
    <w:p w:rsidR="00D52A75" w:rsidRDefault="00D52A75" w:rsidP="00061206">
      <w:r>
        <w:t xml:space="preserve">         procenta) z neuhrazené části peněžitého závazku včetně DPH, denně za každý započatý </w:t>
      </w:r>
    </w:p>
    <w:p w:rsidR="00D52A75" w:rsidRDefault="00D52A75" w:rsidP="00061206">
      <w:r>
        <w:t xml:space="preserve">         den prodlení s úhradou.</w:t>
      </w:r>
    </w:p>
    <w:p w:rsidR="00D52A75" w:rsidRDefault="00D52A75" w:rsidP="00061206"/>
    <w:p w:rsidR="00D52A75" w:rsidRDefault="00D52A75" w:rsidP="00817AB8">
      <w:pPr>
        <w:jc w:val="center"/>
        <w:rPr>
          <w:b/>
        </w:rPr>
      </w:pPr>
      <w:r>
        <w:rPr>
          <w:b/>
        </w:rPr>
        <w:t>IX. Platební styk</w:t>
      </w:r>
    </w:p>
    <w:p w:rsidR="00D52A75" w:rsidRDefault="00D52A75" w:rsidP="00F048A9">
      <w:pPr>
        <w:jc w:val="center"/>
        <w:rPr>
          <w:b/>
        </w:rPr>
      </w:pPr>
    </w:p>
    <w:p w:rsidR="00D52A75" w:rsidRDefault="00D52A75" w:rsidP="00F048A9">
      <w:r>
        <w:t>9. 1. Veškeré platby mezi smluvními stranami uskutečněné na základě této smlouvy budou</w:t>
      </w:r>
    </w:p>
    <w:p w:rsidR="00D52A75" w:rsidRDefault="00D52A75" w:rsidP="00F048A9">
      <w:r>
        <w:t xml:space="preserve">        probíhat bezhotovostním platebním stykem.</w:t>
      </w:r>
    </w:p>
    <w:p w:rsidR="00D52A75" w:rsidRDefault="00D52A75" w:rsidP="00F048A9"/>
    <w:p w:rsidR="00D52A75" w:rsidRDefault="00D52A75" w:rsidP="00F048A9">
      <w:pPr>
        <w:jc w:val="center"/>
        <w:rPr>
          <w:b/>
        </w:rPr>
      </w:pPr>
      <w:r>
        <w:rPr>
          <w:b/>
        </w:rPr>
        <w:t>X. Oprávněné osoby</w:t>
      </w:r>
    </w:p>
    <w:p w:rsidR="00D52A75" w:rsidRDefault="00D52A75" w:rsidP="00F048A9">
      <w:pPr>
        <w:jc w:val="center"/>
        <w:rPr>
          <w:b/>
        </w:rPr>
      </w:pPr>
    </w:p>
    <w:p w:rsidR="00D52A75" w:rsidRDefault="00D52A75" w:rsidP="00061206">
      <w:r>
        <w:t xml:space="preserve">10. 1. Jednání mezi smluvními stranami v rámci této smlouvy budou probíhat prostřednictvím </w:t>
      </w:r>
    </w:p>
    <w:p w:rsidR="00D52A75" w:rsidRDefault="00D52A75" w:rsidP="00061206">
      <w:r>
        <w:t xml:space="preserve">          níže uvedených oprávněných osob</w:t>
      </w:r>
    </w:p>
    <w:p w:rsidR="00D52A75" w:rsidRDefault="00D52A75" w:rsidP="00061206"/>
    <w:p w:rsidR="00D52A75" w:rsidRDefault="00D52A75" w:rsidP="00061206">
      <w:r>
        <w:t>10. 2. Oprávněné osoby kupujícího ve věcech smluvních:</w:t>
      </w:r>
    </w:p>
    <w:p w:rsidR="00D52A75" w:rsidRDefault="00D52A75" w:rsidP="00061206">
      <w:r>
        <w:t xml:space="preserve">          Mgr. Ilona Medunová</w:t>
      </w:r>
    </w:p>
    <w:p w:rsidR="00D52A75" w:rsidRDefault="00D52A75" w:rsidP="00061206"/>
    <w:p w:rsidR="00D52A75" w:rsidRDefault="00D52A75" w:rsidP="00061206">
      <w:r>
        <w:t xml:space="preserve">          Oprávněné osoby ve věcech technických:</w:t>
      </w:r>
    </w:p>
    <w:p w:rsidR="00D52A75" w:rsidRDefault="00D52A75" w:rsidP="00061206">
      <w:r>
        <w:t xml:space="preserve">          ……………………….</w:t>
      </w:r>
    </w:p>
    <w:p w:rsidR="00D52A75" w:rsidRDefault="00D52A75" w:rsidP="00061206"/>
    <w:p w:rsidR="00D52A75" w:rsidRDefault="00D52A75" w:rsidP="00061206">
      <w:r>
        <w:t xml:space="preserve">          Oprávněné osoby se všeobecnou působností:</w:t>
      </w:r>
    </w:p>
    <w:p w:rsidR="00D52A75" w:rsidRDefault="00D52A75" w:rsidP="00061206">
      <w:r>
        <w:t xml:space="preserve">          Mgr. Ilona Medunová</w:t>
      </w:r>
    </w:p>
    <w:p w:rsidR="00D52A75" w:rsidRDefault="00D52A75" w:rsidP="00061206"/>
    <w:p w:rsidR="00D52A75" w:rsidRDefault="00D52A75" w:rsidP="00061206">
      <w:r>
        <w:t>10. 3. Oprávněné osoby prodávajícího:</w:t>
      </w:r>
    </w:p>
    <w:p w:rsidR="00D52A75" w:rsidRDefault="00D52A75" w:rsidP="00061206">
      <w:r>
        <w:t xml:space="preserve">          </w:t>
      </w:r>
    </w:p>
    <w:p w:rsidR="00D52A75" w:rsidRDefault="00D52A75" w:rsidP="00061206">
      <w:r>
        <w:t xml:space="preserve">          Oprávněné osoby prodávajícího ve věcech smluvních:</w:t>
      </w:r>
    </w:p>
    <w:p w:rsidR="00D52A75" w:rsidRDefault="00D52A75" w:rsidP="00061206">
      <w:r>
        <w:t xml:space="preserve">          </w:t>
      </w:r>
    </w:p>
    <w:p w:rsidR="00D52A75" w:rsidRDefault="00D52A75" w:rsidP="00061206"/>
    <w:p w:rsidR="00D52A75" w:rsidRDefault="00D52A75" w:rsidP="00061206">
      <w:r>
        <w:t xml:space="preserve">          Oprávněné osoby ve věcech technických:</w:t>
      </w:r>
    </w:p>
    <w:p w:rsidR="00D52A75" w:rsidRDefault="00D52A75" w:rsidP="00061206">
      <w:r>
        <w:t xml:space="preserve">          </w:t>
      </w:r>
    </w:p>
    <w:p w:rsidR="00D52A75" w:rsidRDefault="00D52A75" w:rsidP="00061206"/>
    <w:p w:rsidR="00D52A75" w:rsidRDefault="00D52A75" w:rsidP="00061206">
      <w:r>
        <w:t xml:space="preserve">          Oprávněné osoby se všeobecnou působností:</w:t>
      </w:r>
    </w:p>
    <w:p w:rsidR="00D52A75" w:rsidRDefault="00D52A75" w:rsidP="00061206">
      <w:r>
        <w:t xml:space="preserve">          </w:t>
      </w:r>
    </w:p>
    <w:p w:rsidR="00D52A75" w:rsidRDefault="00D52A75" w:rsidP="00061206"/>
    <w:p w:rsidR="00D52A75" w:rsidRDefault="00D52A75" w:rsidP="00423C05">
      <w:r>
        <w:t xml:space="preserve">          </w:t>
      </w:r>
    </w:p>
    <w:p w:rsidR="00D52A75" w:rsidRPr="00423C05" w:rsidRDefault="00D52A75" w:rsidP="00423C05">
      <w:pPr>
        <w:jc w:val="center"/>
      </w:pPr>
      <w:r>
        <w:rPr>
          <w:b/>
        </w:rPr>
        <w:t>XI. Zvláštní ujednání</w:t>
      </w:r>
    </w:p>
    <w:p w:rsidR="00D52A75" w:rsidRDefault="00D52A75" w:rsidP="00F048A9">
      <w:pPr>
        <w:jc w:val="center"/>
        <w:rPr>
          <w:b/>
        </w:rPr>
      </w:pPr>
    </w:p>
    <w:p w:rsidR="00D52A75" w:rsidRDefault="00D52A75" w:rsidP="00F048A9">
      <w:pPr>
        <w:jc w:val="both"/>
      </w:pPr>
      <w:r>
        <w:t>11. 1. Objednatel není oprávněn užívat dílo před jeho předáním. Při neoprávněném užívání</w:t>
      </w:r>
    </w:p>
    <w:p w:rsidR="00D52A75" w:rsidRDefault="00D52A75" w:rsidP="00F048A9">
      <w:pPr>
        <w:jc w:val="both"/>
      </w:pPr>
      <w:r>
        <w:t xml:space="preserve">          nese objednatel veškerou odpovědnost z toho vyplývající, zejména pak za případnou</w:t>
      </w:r>
    </w:p>
    <w:p w:rsidR="00D52A75" w:rsidRDefault="00D52A75" w:rsidP="00F048A9">
      <w:pPr>
        <w:jc w:val="both"/>
      </w:pPr>
      <w:r>
        <w:t xml:space="preserve">          škodu či opotřebení předmětu. Opravu pak provede na své náklady.</w:t>
      </w:r>
    </w:p>
    <w:p w:rsidR="00D52A75" w:rsidRDefault="00D52A75" w:rsidP="00F048A9">
      <w:pPr>
        <w:jc w:val="both"/>
      </w:pPr>
    </w:p>
    <w:p w:rsidR="00D52A75" w:rsidRDefault="00D52A75" w:rsidP="00817AB8">
      <w:pPr>
        <w:jc w:val="both"/>
      </w:pPr>
      <w:r>
        <w:t xml:space="preserve">11. 2. Dodavatel je povinen, aby umožnil všem subjektům oprávněným k výkonu kontroly </w:t>
      </w:r>
    </w:p>
    <w:p w:rsidR="00D52A75" w:rsidRDefault="00D52A75" w:rsidP="00817AB8">
      <w:pPr>
        <w:jc w:val="both"/>
      </w:pPr>
      <w:r>
        <w:t xml:space="preserve">          projektu, z jehož prostředků je dodávka hrazena, provést kontrolu dokladů souvisejících</w:t>
      </w:r>
    </w:p>
    <w:p w:rsidR="00D52A75" w:rsidRDefault="00D52A75" w:rsidP="00817AB8">
      <w:pPr>
        <w:jc w:val="both"/>
      </w:pPr>
      <w:r>
        <w:t xml:space="preserve">          s plněním zakázky, a to po dobu danou právními předpisy ČR k jejich archivaci (zákon</w:t>
      </w:r>
    </w:p>
    <w:p w:rsidR="00D52A75" w:rsidRPr="00862F2F" w:rsidRDefault="00D52A75" w:rsidP="00817AB8">
      <w:pPr>
        <w:jc w:val="both"/>
      </w:pPr>
      <w:r>
        <w:t xml:space="preserve">          č. 563/1991 Sb. o účetnictví a zákon č. 235/2004 Sb., o dani z přidané hodnoty).</w:t>
      </w:r>
    </w:p>
    <w:p w:rsidR="00D52A75" w:rsidRPr="00862F2F" w:rsidRDefault="00D52A75" w:rsidP="00061206">
      <w:r w:rsidRPr="00862F2F">
        <w:t xml:space="preserve">          </w:t>
      </w:r>
    </w:p>
    <w:p w:rsidR="00D52A75" w:rsidRPr="00862F2F" w:rsidRDefault="00D52A75" w:rsidP="00061206"/>
    <w:p w:rsidR="00D52A75" w:rsidRPr="008774F0" w:rsidRDefault="00D52A75" w:rsidP="008774F0">
      <w:pPr>
        <w:jc w:val="center"/>
      </w:pPr>
      <w:r>
        <w:rPr>
          <w:b/>
        </w:rPr>
        <w:t>XII. Závěrečné ustanovení</w:t>
      </w:r>
    </w:p>
    <w:p w:rsidR="00D52A75" w:rsidRDefault="00D52A75" w:rsidP="00EB3659"/>
    <w:p w:rsidR="00D52A75" w:rsidRDefault="00D52A75" w:rsidP="00EB3659">
      <w:r>
        <w:t>12. 1. Tato smlouva nabývá platnosti a účinnosti v den jejího podpisu zástupci obou</w:t>
      </w:r>
    </w:p>
    <w:p w:rsidR="00D52A75" w:rsidRDefault="00D52A75" w:rsidP="00EB3659">
      <w:r>
        <w:t xml:space="preserve">          smluvních stran.</w:t>
      </w:r>
    </w:p>
    <w:p w:rsidR="00D52A75" w:rsidRDefault="00D52A75" w:rsidP="00EB3659"/>
    <w:p w:rsidR="00D52A75" w:rsidRDefault="00D52A75" w:rsidP="00EB3659">
      <w:r>
        <w:t xml:space="preserve">12. 2. Smlouva je vyhotovena ve dvou stejnopisech, z nichž každá smluvní strana obdrží </w:t>
      </w:r>
    </w:p>
    <w:p w:rsidR="00D52A75" w:rsidRDefault="00D52A75" w:rsidP="00EB3659">
      <w:r>
        <w:t xml:space="preserve">          jeden stejnopis. Každý stejnopis této smlouvy má právní sílu originálu.</w:t>
      </w:r>
    </w:p>
    <w:p w:rsidR="00D52A75" w:rsidRDefault="00D52A75" w:rsidP="00EB3659"/>
    <w:p w:rsidR="00D52A75" w:rsidRDefault="00D52A75" w:rsidP="00EB3659">
      <w:r>
        <w:t>12. 3. V případě neplatnosti nebo neúčinnosti některého ustanovení této smlouvy nebudou</w:t>
      </w:r>
    </w:p>
    <w:p w:rsidR="00D52A75" w:rsidRDefault="00D52A75" w:rsidP="00EB3659">
      <w:r>
        <w:t xml:space="preserve">          dotčena ostatní ustanovení této smlouvy.</w:t>
      </w:r>
    </w:p>
    <w:p w:rsidR="00D52A75" w:rsidRDefault="00D52A75" w:rsidP="00EB3659"/>
    <w:p w:rsidR="00D52A75" w:rsidRDefault="00D52A75" w:rsidP="00EB3659">
      <w:r>
        <w:t>12. 4. Tuto smlouvu lze měnit, doplňovat a upřesňovat pouze písemně.</w:t>
      </w:r>
    </w:p>
    <w:p w:rsidR="00D52A75" w:rsidRDefault="00D52A75" w:rsidP="00EB3659"/>
    <w:p w:rsidR="00D52A75" w:rsidRDefault="00D52A75" w:rsidP="00EB3659">
      <w:r>
        <w:t>12. 5. Smluvní strany se dohodly, že právní vztahy založené touto smlouvou se budou řídit</w:t>
      </w:r>
    </w:p>
    <w:p w:rsidR="00D52A75" w:rsidRDefault="00D52A75" w:rsidP="00EB3659">
      <w:r>
        <w:t xml:space="preserve">          ustanoveními zákona č. 513/1991 Sb., ve znění pozdějších předpisů.</w:t>
      </w:r>
    </w:p>
    <w:p w:rsidR="00D52A75" w:rsidRDefault="00D52A75" w:rsidP="00EB3659"/>
    <w:p w:rsidR="00D52A75" w:rsidRDefault="00D52A75" w:rsidP="00EB3659">
      <w:r>
        <w:t>12. 6. Obě smluvní strany potvrzují autentičnost této smlouvy a prohlašují, že si smlouvu</w:t>
      </w:r>
    </w:p>
    <w:p w:rsidR="00D52A75" w:rsidRDefault="00D52A75" w:rsidP="00EB3659">
      <w:r>
        <w:t xml:space="preserve">          přečetly, s jejím obsahem souhlasí , že smlouva byla sepsána na základě pravdivých</w:t>
      </w:r>
    </w:p>
    <w:p w:rsidR="00D52A75" w:rsidRDefault="00D52A75" w:rsidP="00EB3659">
      <w:r>
        <w:t xml:space="preserve">          údajů, z jejich pravé a svobodné vůle a nebyla uzavřena v tísni ani za jinak </w:t>
      </w:r>
    </w:p>
    <w:p w:rsidR="00D52A75" w:rsidRDefault="00D52A75" w:rsidP="00EB3659">
      <w:r>
        <w:t xml:space="preserve">          jednostranně nevýhodných podmínek, což stvrzují svým podpisem, resp. podpisem </w:t>
      </w:r>
    </w:p>
    <w:p w:rsidR="00D52A75" w:rsidRDefault="00D52A75" w:rsidP="00EB3659">
      <w:r>
        <w:t xml:space="preserve">          svého oprávněné zástupce.</w:t>
      </w:r>
    </w:p>
    <w:p w:rsidR="00D52A75" w:rsidRDefault="00D52A75" w:rsidP="00EB3659"/>
    <w:p w:rsidR="00D52A75" w:rsidRDefault="00D52A75" w:rsidP="00EB3659">
      <w:r>
        <w:t xml:space="preserve">Přílohou této smlouvy je specifikace dodávky. </w:t>
      </w:r>
    </w:p>
    <w:p w:rsidR="00D52A75" w:rsidRDefault="00D52A75" w:rsidP="00EB3659"/>
    <w:p w:rsidR="00D52A75" w:rsidRDefault="00D52A75" w:rsidP="00EB3659">
      <w:r>
        <w:t xml:space="preserve">            </w:t>
      </w:r>
    </w:p>
    <w:p w:rsidR="00D52A75" w:rsidRDefault="00D52A75" w:rsidP="00EB3659"/>
    <w:p w:rsidR="00D52A75" w:rsidRDefault="00D52A75" w:rsidP="00EB3659">
      <w:r>
        <w:t>V Sokolově, dne ………………………….</w:t>
      </w:r>
    </w:p>
    <w:p w:rsidR="00D52A75" w:rsidRDefault="00D52A75" w:rsidP="00EB3659"/>
    <w:p w:rsidR="00D52A75" w:rsidRDefault="00D52A75" w:rsidP="00EB3659"/>
    <w:p w:rsidR="00D52A75" w:rsidRDefault="00D52A75" w:rsidP="00EB3659"/>
    <w:p w:rsidR="00D52A75" w:rsidRDefault="00D52A75" w:rsidP="00EB3659">
      <w:r>
        <w:t>………………………………..                           ……………………………………..</w:t>
      </w:r>
    </w:p>
    <w:p w:rsidR="00D52A75" w:rsidRDefault="00D52A75" w:rsidP="00EB3659">
      <w:pPr>
        <w:rPr>
          <w:b/>
        </w:rPr>
      </w:pPr>
      <w:r>
        <w:t xml:space="preserve">        </w:t>
      </w:r>
      <w:r>
        <w:rPr>
          <w:b/>
        </w:rPr>
        <w:t xml:space="preserve">Prodávající                </w:t>
      </w:r>
      <w:r w:rsidRPr="00423C05">
        <w:rPr>
          <w:b/>
        </w:rPr>
        <w:t xml:space="preserve">                                 </w:t>
      </w:r>
      <w:r>
        <w:rPr>
          <w:b/>
        </w:rPr>
        <w:t xml:space="preserve">                 Kupující </w:t>
      </w:r>
    </w:p>
    <w:p w:rsidR="00D52A75" w:rsidRDefault="00D52A75" w:rsidP="00EB3659">
      <w:pPr>
        <w:rPr>
          <w:b/>
        </w:rPr>
      </w:pPr>
      <w:r>
        <w:rPr>
          <w:b/>
        </w:rPr>
        <w:t xml:space="preserve">                                                                            </w:t>
      </w:r>
      <w:r w:rsidRPr="00423C05">
        <w:rPr>
          <w:b/>
        </w:rPr>
        <w:t xml:space="preserve"> </w:t>
      </w:r>
      <w:r>
        <w:rPr>
          <w:b/>
        </w:rPr>
        <w:t xml:space="preserve">Střední škola živnostenská Sokolov            </w:t>
      </w:r>
    </w:p>
    <w:p w:rsidR="00D52A75" w:rsidRDefault="00D52A75" w:rsidP="00EB3659">
      <w:pPr>
        <w:rPr>
          <w:b/>
        </w:rPr>
      </w:pPr>
      <w:r>
        <w:rPr>
          <w:b/>
        </w:rPr>
        <w:t xml:space="preserve">                                                                                    Mgr. Ilona Medunová </w:t>
      </w:r>
    </w:p>
    <w:p w:rsidR="00D52A75" w:rsidRDefault="00D52A75" w:rsidP="00EB3659"/>
    <w:p w:rsidR="00D52A75" w:rsidRPr="00EB3659" w:rsidRDefault="00D52A75" w:rsidP="00EB3659">
      <w:r>
        <w:t xml:space="preserve">            </w:t>
      </w:r>
    </w:p>
    <w:p w:rsidR="00D52A75" w:rsidRPr="00061206" w:rsidRDefault="00D52A75" w:rsidP="00061206">
      <w:r>
        <w:t xml:space="preserve">  </w:t>
      </w:r>
    </w:p>
    <w:p w:rsidR="00D52A75" w:rsidRDefault="00D52A75" w:rsidP="00061206">
      <w:pPr>
        <w:jc w:val="center"/>
        <w:rPr>
          <w:b/>
        </w:rPr>
      </w:pPr>
    </w:p>
    <w:p w:rsidR="00D52A75" w:rsidRPr="00061206" w:rsidRDefault="00D52A75" w:rsidP="00061206"/>
    <w:sectPr w:rsidR="00D52A75" w:rsidRPr="00061206" w:rsidSect="00B957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A75" w:rsidRDefault="00D52A75">
      <w:r>
        <w:separator/>
      </w:r>
    </w:p>
  </w:endnote>
  <w:endnote w:type="continuationSeparator" w:id="0">
    <w:p w:rsidR="00D52A75" w:rsidRDefault="00D52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A75" w:rsidRDefault="00D52A75">
      <w:r>
        <w:separator/>
      </w:r>
    </w:p>
  </w:footnote>
  <w:footnote w:type="continuationSeparator" w:id="0">
    <w:p w:rsidR="00D52A75" w:rsidRDefault="00D52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75" w:rsidRDefault="00D52A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B88"/>
    <w:multiLevelType w:val="hybridMultilevel"/>
    <w:tmpl w:val="D2D839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2A3D4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7665474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5E794D"/>
    <w:multiLevelType w:val="hybridMultilevel"/>
    <w:tmpl w:val="01B61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7374AA"/>
    <w:multiLevelType w:val="hybridMultilevel"/>
    <w:tmpl w:val="35F67932"/>
    <w:lvl w:ilvl="0" w:tplc="436CE5E6">
      <w:start w:val="2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240F144A"/>
    <w:multiLevelType w:val="hybridMultilevel"/>
    <w:tmpl w:val="E6FCEC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393D61"/>
    <w:multiLevelType w:val="hybridMultilevel"/>
    <w:tmpl w:val="2D7AFF80"/>
    <w:lvl w:ilvl="0" w:tplc="A50429A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04034A"/>
    <w:multiLevelType w:val="hybridMultilevel"/>
    <w:tmpl w:val="95B4AE8C"/>
    <w:lvl w:ilvl="0" w:tplc="685C2674">
      <w:start w:val="7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6">
    <w:nsid w:val="39616B3F"/>
    <w:multiLevelType w:val="hybridMultilevel"/>
    <w:tmpl w:val="AA64635A"/>
    <w:lvl w:ilvl="0" w:tplc="D298B91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641B2CD5"/>
    <w:multiLevelType w:val="hybridMultilevel"/>
    <w:tmpl w:val="C374B414"/>
    <w:lvl w:ilvl="0" w:tplc="6F5465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F59"/>
    <w:rsid w:val="000328B8"/>
    <w:rsid w:val="000441AB"/>
    <w:rsid w:val="00061206"/>
    <w:rsid w:val="00076016"/>
    <w:rsid w:val="00085F61"/>
    <w:rsid w:val="000860DB"/>
    <w:rsid w:val="0009087E"/>
    <w:rsid w:val="000B5F59"/>
    <w:rsid w:val="000C12B6"/>
    <w:rsid w:val="000C6E26"/>
    <w:rsid w:val="000F6743"/>
    <w:rsid w:val="00103EFB"/>
    <w:rsid w:val="001275A1"/>
    <w:rsid w:val="001829A5"/>
    <w:rsid w:val="001A0276"/>
    <w:rsid w:val="001C6B66"/>
    <w:rsid w:val="0020446E"/>
    <w:rsid w:val="00206FA9"/>
    <w:rsid w:val="00230486"/>
    <w:rsid w:val="00233BEB"/>
    <w:rsid w:val="002474D9"/>
    <w:rsid w:val="00281FA8"/>
    <w:rsid w:val="00294A9B"/>
    <w:rsid w:val="002E1235"/>
    <w:rsid w:val="002F256F"/>
    <w:rsid w:val="003040BC"/>
    <w:rsid w:val="00345C4B"/>
    <w:rsid w:val="00351117"/>
    <w:rsid w:val="00353200"/>
    <w:rsid w:val="00364352"/>
    <w:rsid w:val="003916E1"/>
    <w:rsid w:val="003A3239"/>
    <w:rsid w:val="003A412B"/>
    <w:rsid w:val="003E2FE0"/>
    <w:rsid w:val="0041433C"/>
    <w:rsid w:val="00421188"/>
    <w:rsid w:val="00423C05"/>
    <w:rsid w:val="004315D8"/>
    <w:rsid w:val="00433C3B"/>
    <w:rsid w:val="004855CD"/>
    <w:rsid w:val="004A00AD"/>
    <w:rsid w:val="004B58D9"/>
    <w:rsid w:val="004C0897"/>
    <w:rsid w:val="004C4682"/>
    <w:rsid w:val="004D6A89"/>
    <w:rsid w:val="00516F7D"/>
    <w:rsid w:val="0051720D"/>
    <w:rsid w:val="005204F9"/>
    <w:rsid w:val="00532D0F"/>
    <w:rsid w:val="0053376B"/>
    <w:rsid w:val="00563F45"/>
    <w:rsid w:val="005B17F9"/>
    <w:rsid w:val="005E5CB5"/>
    <w:rsid w:val="00613BE1"/>
    <w:rsid w:val="006271C7"/>
    <w:rsid w:val="00676EF3"/>
    <w:rsid w:val="00683645"/>
    <w:rsid w:val="006919D8"/>
    <w:rsid w:val="006A061C"/>
    <w:rsid w:val="006B063A"/>
    <w:rsid w:val="006C1EFD"/>
    <w:rsid w:val="006D4BE1"/>
    <w:rsid w:val="0074305E"/>
    <w:rsid w:val="00786269"/>
    <w:rsid w:val="007B023A"/>
    <w:rsid w:val="007B0714"/>
    <w:rsid w:val="007E08B5"/>
    <w:rsid w:val="007E48B5"/>
    <w:rsid w:val="00817AB8"/>
    <w:rsid w:val="00820A2B"/>
    <w:rsid w:val="00822275"/>
    <w:rsid w:val="0082431B"/>
    <w:rsid w:val="00830E0A"/>
    <w:rsid w:val="00862F2F"/>
    <w:rsid w:val="008774F0"/>
    <w:rsid w:val="008C02DB"/>
    <w:rsid w:val="00904844"/>
    <w:rsid w:val="00907B93"/>
    <w:rsid w:val="00914817"/>
    <w:rsid w:val="009A2BF0"/>
    <w:rsid w:val="009B4BCD"/>
    <w:rsid w:val="009F4F49"/>
    <w:rsid w:val="009F5C30"/>
    <w:rsid w:val="009F73C6"/>
    <w:rsid w:val="00A22D60"/>
    <w:rsid w:val="00A534C1"/>
    <w:rsid w:val="00A677DE"/>
    <w:rsid w:val="00AA2819"/>
    <w:rsid w:val="00AA2FFD"/>
    <w:rsid w:val="00B26129"/>
    <w:rsid w:val="00B3572D"/>
    <w:rsid w:val="00B53480"/>
    <w:rsid w:val="00B57089"/>
    <w:rsid w:val="00B95729"/>
    <w:rsid w:val="00BE2467"/>
    <w:rsid w:val="00C06CD1"/>
    <w:rsid w:val="00C8371D"/>
    <w:rsid w:val="00CA5700"/>
    <w:rsid w:val="00CA64AE"/>
    <w:rsid w:val="00CB7637"/>
    <w:rsid w:val="00D11A9C"/>
    <w:rsid w:val="00D1485C"/>
    <w:rsid w:val="00D15C1A"/>
    <w:rsid w:val="00D52A75"/>
    <w:rsid w:val="00D97639"/>
    <w:rsid w:val="00DA2CC5"/>
    <w:rsid w:val="00DA6821"/>
    <w:rsid w:val="00DA7F28"/>
    <w:rsid w:val="00DD55DC"/>
    <w:rsid w:val="00E06419"/>
    <w:rsid w:val="00E30A99"/>
    <w:rsid w:val="00E75E1C"/>
    <w:rsid w:val="00E910E2"/>
    <w:rsid w:val="00E9616D"/>
    <w:rsid w:val="00E9643C"/>
    <w:rsid w:val="00E9775B"/>
    <w:rsid w:val="00EB3659"/>
    <w:rsid w:val="00EB7D9C"/>
    <w:rsid w:val="00EC222E"/>
    <w:rsid w:val="00EC5E37"/>
    <w:rsid w:val="00ED4DC8"/>
    <w:rsid w:val="00F048A9"/>
    <w:rsid w:val="00F37D3F"/>
    <w:rsid w:val="00FA065B"/>
    <w:rsid w:val="00FA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72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B5F5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75E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6F7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75E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6F7D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62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F7D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rsid w:val="003A323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A32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A323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A32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A323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la@zivnostenska-sokolov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6</Pages>
  <Words>1563</Words>
  <Characters>9227</Characters>
  <Application>Microsoft Office Outlook</Application>
  <DocSecurity>0</DocSecurity>
  <Lines>0</Lines>
  <Paragraphs>0</Paragraphs>
  <ScaleCrop>false</ScaleCrop>
  <Company>00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  SMLOUVA</dc:title>
  <dc:subject/>
  <dc:creator>Novotna Vera</dc:creator>
  <cp:keywords/>
  <dc:description/>
  <cp:lastModifiedBy>Věra Novotná</cp:lastModifiedBy>
  <cp:revision>4</cp:revision>
  <cp:lastPrinted>2013-09-17T03:57:00Z</cp:lastPrinted>
  <dcterms:created xsi:type="dcterms:W3CDTF">2013-09-23T06:24:00Z</dcterms:created>
  <dcterms:modified xsi:type="dcterms:W3CDTF">2013-09-23T07:00:00Z</dcterms:modified>
</cp:coreProperties>
</file>